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D0B94" w14:textId="77777777" w:rsidR="00487827" w:rsidRPr="00D25E38" w:rsidRDefault="00487827" w:rsidP="0090253A">
      <w:pPr>
        <w:tabs>
          <w:tab w:val="left" w:pos="1134"/>
        </w:tabs>
        <w:spacing w:line="264" w:lineRule="auto"/>
        <w:rPr>
          <w:rFonts w:cs="Arial"/>
          <w:b/>
        </w:rPr>
      </w:pPr>
    </w:p>
    <w:p w14:paraId="1BED011D" w14:textId="762873DB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90253A">
        <w:rPr>
          <w:rFonts w:cs="Arial"/>
          <w:b/>
        </w:rPr>
        <w:t>8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0ACBB634" w14:textId="75BA8FCA" w:rsidR="00DF622C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90253A">
        <w:rPr>
          <w:rFonts w:cs="Arial"/>
          <w:b/>
          <w:bCs/>
        </w:rPr>
        <w:t>17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E75ECF">
        <w:rPr>
          <w:rFonts w:cs="Arial"/>
          <w:b/>
        </w:rPr>
        <w:t>9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2B4E634" w14:textId="77777777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57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14:paraId="50F04490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Pr="00DB2DED">
        <w:rPr>
          <w:rFonts w:cs="Arial"/>
          <w:color w:val="000000"/>
        </w:rPr>
        <w:t>Daniel Mariano</w:t>
      </w:r>
      <w:r w:rsidRPr="00F967F8">
        <w:rPr>
          <w:rFonts w:cs="Arial"/>
          <w:color w:val="000000"/>
        </w:rPr>
        <w:t>.</w:t>
      </w:r>
    </w:p>
    <w:p w14:paraId="2C8322D4" w14:textId="77777777" w:rsidR="0090253A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DB2DED">
        <w:rPr>
          <w:rFonts w:cs="Arial"/>
          <w:color w:val="000000"/>
        </w:rPr>
        <w:t>Institui o Programa Municipal de Educação Financeira e Investimentos nas Escolas da Rede Pública de Ensino do Município de Jacareí, e dá outras providências.</w:t>
      </w:r>
    </w:p>
    <w:p w14:paraId="57169927" w14:textId="14ED118C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A52F03">
        <w:rPr>
          <w:rFonts w:cs="Arial"/>
          <w:color w:val="000000"/>
        </w:rPr>
        <w:t xml:space="preserve"> Projeto 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E8D87E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77777777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30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14:paraId="3B6CE083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proofErr w:type="spellStart"/>
      <w:r w:rsidRPr="00DB2DED">
        <w:rPr>
          <w:rFonts w:cs="Arial"/>
          <w:color w:val="000000"/>
        </w:rPr>
        <w:t>Juex</w:t>
      </w:r>
      <w:proofErr w:type="spellEnd"/>
      <w:r w:rsidRPr="00DB2DED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14:paraId="5AEDD057" w14:textId="77777777" w:rsidR="0090253A" w:rsidRDefault="0090253A" w:rsidP="0090253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DB2DED">
        <w:rPr>
          <w:rFonts w:cs="Arial"/>
          <w:color w:val="000000"/>
        </w:rPr>
        <w:t>Dispõe sobre a obrigatoriedade de execução semanal do Hino Nacional Brasileiro e do Hino Oficial do Município de Jacareí nas instituições de ensino fundamental públicas e privadas do Município de Jacareí, e dá outras providências.</w:t>
      </w:r>
    </w:p>
    <w:p w14:paraId="56468785" w14:textId="3C58F566" w:rsidR="00AC1AAB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16238A" w:rsidRPr="0016238A">
        <w:rPr>
          <w:rFonts w:cs="Arial"/>
          <w:color w:val="000000"/>
        </w:rPr>
        <w:t xml:space="preserve"> </w:t>
      </w:r>
      <w:r w:rsidR="0016238A">
        <w:rPr>
          <w:rFonts w:cs="Arial"/>
          <w:color w:val="000000"/>
        </w:rPr>
        <w:t>Projeto Aprovado</w:t>
      </w:r>
      <w:r w:rsidR="0016238A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CEA095D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1107939" w14:textId="77777777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>PLE nº 22/2025 - Projeto de Lei do Executivo</w:t>
      </w:r>
    </w:p>
    <w:p w14:paraId="30074E62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14:paraId="2356D4CE" w14:textId="77777777" w:rsidR="0090253A" w:rsidRDefault="0090253A" w:rsidP="0090253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Altera a Lei nº 6.581, de 19 de outubro de 2023, que dispõe sobre autorização ao Serviço Autônomo de Água e Esgoto de Jacareí - SAAE para instalar soluções individuais de tratamento de efluentes no Bairro Veraneio Irajá, no Município de Jacareí.</w:t>
      </w:r>
    </w:p>
    <w:p w14:paraId="393A7493" w14:textId="7A162F73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7D26C9" w:rsidRPr="007D26C9">
        <w:rPr>
          <w:rFonts w:cs="Arial"/>
          <w:color w:val="000000"/>
        </w:rPr>
        <w:t xml:space="preserve"> </w:t>
      </w:r>
      <w:r w:rsidR="007D26C9">
        <w:rPr>
          <w:rFonts w:cs="Arial"/>
          <w:color w:val="000000"/>
        </w:rPr>
        <w:t>Projeto Aprovado</w:t>
      </w:r>
      <w:r w:rsidR="007D26C9">
        <w:rPr>
          <w:rFonts w:cs="Arial"/>
          <w:color w:val="000000"/>
        </w:rPr>
        <w:t>.</w:t>
      </w:r>
    </w:p>
    <w:p w14:paraId="33EBD487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C0ED9CE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D99E847" w14:textId="77777777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 xml:space="preserve">PLE nº </w:t>
      </w:r>
      <w:r>
        <w:rPr>
          <w:rFonts w:cs="Arial"/>
          <w:b/>
          <w:color w:val="000000"/>
          <w:u w:val="single"/>
        </w:rPr>
        <w:t>30</w:t>
      </w:r>
      <w:r w:rsidRPr="00582092">
        <w:rPr>
          <w:rFonts w:cs="Arial"/>
          <w:b/>
          <w:color w:val="000000"/>
          <w:u w:val="single"/>
        </w:rPr>
        <w:t>/2025 - Projeto de Lei do Executivo</w:t>
      </w:r>
      <w:r>
        <w:rPr>
          <w:rFonts w:cs="Arial"/>
          <w:b/>
          <w:color w:val="000000"/>
          <w:u w:val="single"/>
        </w:rPr>
        <w:t xml:space="preserve"> - com Mensagem Modificativa</w:t>
      </w:r>
    </w:p>
    <w:p w14:paraId="4470D5BE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14:paraId="37C4ADDE" w14:textId="77777777" w:rsidR="0090253A" w:rsidRDefault="0090253A" w:rsidP="0090253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Altera a estrutura administrativa do Poder Executivo e dá outras providências.</w:t>
      </w:r>
    </w:p>
    <w:p w14:paraId="48BC1F08" w14:textId="1598BB30" w:rsidR="009C08FD" w:rsidRDefault="009C08FD" w:rsidP="006F6FF0">
      <w:pPr>
        <w:spacing w:line="264" w:lineRule="auto"/>
        <w:ind w:left="425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434DA6" w:rsidRPr="00434DA6">
        <w:rPr>
          <w:rFonts w:cs="Arial"/>
          <w:color w:val="000000"/>
        </w:rPr>
        <w:t xml:space="preserve"> </w:t>
      </w:r>
      <w:r w:rsidR="00434DA6">
        <w:rPr>
          <w:rFonts w:cs="Arial"/>
          <w:color w:val="000000"/>
        </w:rPr>
        <w:t>Projeto Aprovado</w:t>
      </w:r>
      <w:r w:rsidR="00434DA6">
        <w:rPr>
          <w:rFonts w:cs="Arial"/>
          <w:color w:val="000000"/>
        </w:rPr>
        <w:t>, com Mensagens Modificativas nº 1 e 2.</w:t>
      </w: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A3F386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CDD0132" w14:textId="77777777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 xml:space="preserve">PLE nº </w:t>
      </w:r>
      <w:r>
        <w:rPr>
          <w:rFonts w:cs="Arial"/>
          <w:b/>
          <w:color w:val="000000"/>
          <w:u w:val="single"/>
        </w:rPr>
        <w:t>31</w:t>
      </w:r>
      <w:r w:rsidRPr="00582092">
        <w:rPr>
          <w:rFonts w:cs="Arial"/>
          <w:b/>
          <w:color w:val="000000"/>
          <w:u w:val="single"/>
        </w:rPr>
        <w:t>/2025 - Projeto de Lei do Executivo</w:t>
      </w:r>
    </w:p>
    <w:p w14:paraId="4583D778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14:paraId="6DEDFD9E" w14:textId="77777777" w:rsidR="0090253A" w:rsidRDefault="0090253A" w:rsidP="0090253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Aprova e institui o Plano Municipal de Arborização Urbana de Jacareí.</w:t>
      </w:r>
    </w:p>
    <w:p w14:paraId="630D1C1A" w14:textId="565F9B22" w:rsidR="00196487" w:rsidRPr="0090253A" w:rsidRDefault="009C08FD" w:rsidP="0090253A">
      <w:pPr>
        <w:spacing w:line="264" w:lineRule="auto"/>
        <w:ind w:left="425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="0090253A">
        <w:rPr>
          <w:rFonts w:cs="Arial"/>
          <w:color w:val="000000"/>
        </w:rPr>
        <w:t>:</w:t>
      </w:r>
      <w:r w:rsidR="00434DA6" w:rsidRPr="00434DA6">
        <w:rPr>
          <w:rFonts w:cs="Arial"/>
          <w:color w:val="000000"/>
        </w:rPr>
        <w:t xml:space="preserve"> </w:t>
      </w:r>
      <w:r w:rsidR="00434DA6">
        <w:rPr>
          <w:rFonts w:cs="Arial"/>
          <w:color w:val="000000"/>
        </w:rPr>
        <w:t>Projeto Aprovado</w:t>
      </w:r>
      <w:r w:rsidR="00434DA6">
        <w:rPr>
          <w:rFonts w:cs="Arial"/>
          <w:color w:val="000000"/>
        </w:rPr>
        <w:t>.</w:t>
      </w:r>
      <w:bookmarkStart w:id="0" w:name="_GoBack"/>
      <w:bookmarkEnd w:id="0"/>
    </w:p>
    <w:p w14:paraId="2822523A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47B93EE1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28AE2657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16238A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16238A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16238A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0253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346634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98305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CF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B8092-7946-4D5B-A5B2-51E4ADAAF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</Template>
  <TotalTime>2538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User</cp:lastModifiedBy>
  <cp:revision>832</cp:revision>
  <cp:lastPrinted>2025-09-17T16:27:00Z</cp:lastPrinted>
  <dcterms:created xsi:type="dcterms:W3CDTF">2023-02-13T12:04:00Z</dcterms:created>
  <dcterms:modified xsi:type="dcterms:W3CDTF">2025-09-17T16:27:00Z</dcterms:modified>
</cp:coreProperties>
</file>